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270760D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AC3600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D631B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BD278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8D00B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0615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073F"/>
    <w:rsid w:val="00184743"/>
    <w:rsid w:val="00191173"/>
    <w:rsid w:val="001C22B6"/>
    <w:rsid w:val="001D1311"/>
    <w:rsid w:val="001F4CD4"/>
    <w:rsid w:val="00206227"/>
    <w:rsid w:val="00207DF5"/>
    <w:rsid w:val="00216C0D"/>
    <w:rsid w:val="00280E07"/>
    <w:rsid w:val="002C31BF"/>
    <w:rsid w:val="002D08B1"/>
    <w:rsid w:val="002E0CD7"/>
    <w:rsid w:val="003146C2"/>
    <w:rsid w:val="003247CD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4429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3600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73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75D99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2025-04-01T11:13:00Z</dcterms:created>
  <dcterms:modified xsi:type="dcterms:W3CDTF">2025-04-01T11:13:00Z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